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B9FE4E5" w:rsidR="00FD5E94" w:rsidRPr="002F2EA0" w:rsidRDefault="001D4C4F" w:rsidP="00C72713">
      <w:pPr>
        <w:ind w:left="5760"/>
        <w:jc w:val="both"/>
        <w:rPr>
          <w:rFonts w:ascii="Calibri" w:hAnsi="Calibri" w:cs="Calibri"/>
          <w:b/>
          <w:sz w:val="22"/>
          <w:szCs w:val="22"/>
          <w:lang w:val="en-GB"/>
        </w:rPr>
      </w:pPr>
      <w:bookmarkStart w:id="1" w:name="Ministry"/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Ministry of </w:t>
      </w:r>
      <w:r w:rsidR="00C72713" w:rsidRPr="002F2EA0">
        <w:rPr>
          <w:rFonts w:ascii="Calibri" w:hAnsi="Calibri" w:cs="Calibri"/>
          <w:b/>
          <w:sz w:val="22"/>
          <w:szCs w:val="22"/>
          <w:lang w:val="en-GB"/>
        </w:rPr>
        <w:t>Health &amp; Medical Services</w:t>
      </w:r>
      <w:bookmarkEnd w:id="1"/>
    </w:p>
    <w:p w14:paraId="46F1DB1A" w14:textId="3C1C4962" w:rsidR="00FD5E94" w:rsidRPr="002F2EA0" w:rsidRDefault="00C72713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Nawerewere,</w:t>
      </w:r>
    </w:p>
    <w:p w14:paraId="476F4BE3" w14:textId="7ED397A2" w:rsidR="00FD5E94" w:rsidRPr="002F2EA0" w:rsidRDefault="00C72713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Tarawa</w:t>
      </w:r>
    </w:p>
    <w:p w14:paraId="13BF1C55" w14:textId="128F24A3" w:rsidR="00FD5E94" w:rsidRPr="002F2EA0" w:rsidRDefault="00FD5E94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Republic of K</w:t>
      </w:r>
      <w:r w:rsidR="001D4C4F" w:rsidRPr="002F2EA0">
        <w:rPr>
          <w:rFonts w:ascii="Calibri" w:hAnsi="Calibri" w:cs="Calibri"/>
          <w:sz w:val="22"/>
          <w:szCs w:val="22"/>
          <w:lang w:val="en-GB"/>
        </w:rPr>
        <w:t>iribati</w:t>
      </w:r>
    </w:p>
    <w:p w14:paraId="2C37AB7D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</w:p>
    <w:p w14:paraId="6EBAAD94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To Whom It May Concern,</w:t>
      </w:r>
    </w:p>
    <w:p w14:paraId="0AA1F86F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</w:p>
    <w:p w14:paraId="47DFBEAD" w14:textId="4AADD8FC" w:rsidR="00FD5E94" w:rsidRPr="002F2EA0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The </w: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begin"/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instrText xml:space="preserve"> REF Ministry \h </w:instrText>
      </w:r>
      <w:r w:rsidR="00C72713" w:rsidRPr="002F2EA0">
        <w:rPr>
          <w:rFonts w:ascii="Calibri" w:hAnsi="Calibri" w:cs="Calibri"/>
          <w:sz w:val="22"/>
          <w:szCs w:val="22"/>
          <w:lang w:val="en-GB" w:eastAsia="ko-KR"/>
        </w:rPr>
        <w:instrText xml:space="preserve"> \* MERGEFORMAT </w:instrTex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separate"/>
      </w:r>
      <w:r w:rsidR="0063524A" w:rsidRPr="002F2EA0">
        <w:rPr>
          <w:rFonts w:ascii="Calibri" w:hAnsi="Calibri" w:cs="Calibri"/>
          <w:b/>
          <w:sz w:val="22"/>
          <w:szCs w:val="22"/>
          <w:lang w:val="en-GB"/>
        </w:rPr>
        <w:t xml:space="preserve">Ministry of </w:t>
      </w:r>
      <w:r w:rsidR="00C72713" w:rsidRPr="002F2EA0">
        <w:rPr>
          <w:rFonts w:ascii="Calibri" w:hAnsi="Calibri" w:cs="Calibri"/>
          <w:b/>
          <w:sz w:val="22"/>
          <w:szCs w:val="22"/>
          <w:lang w:val="en-GB"/>
        </w:rPr>
        <w:t>Health &amp; Medical Services</w: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end"/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invites </w:t>
      </w:r>
      <w:r w:rsidR="002C506D" w:rsidRPr="002F2EA0">
        <w:rPr>
          <w:rFonts w:ascii="Calibri" w:hAnsi="Calibri" w:cs="Calibri"/>
          <w:sz w:val="22"/>
          <w:szCs w:val="22"/>
          <w:lang w:val="en-GB" w:eastAsia="ko-KR"/>
        </w:rPr>
        <w:t>Quotations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from Tenderers to provide the </w:t>
      </w:r>
      <w:r w:rsidR="0063524A" w:rsidRPr="002F2EA0">
        <w:rPr>
          <w:rFonts w:ascii="Calibri" w:hAnsi="Calibri" w:cs="Calibri"/>
          <w:sz w:val="22"/>
          <w:szCs w:val="22"/>
          <w:lang w:val="en-GB" w:eastAsia="ko-KR"/>
        </w:rPr>
        <w:t xml:space="preserve">Services 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described in this Request for </w:t>
      </w:r>
      <w:r w:rsidR="00D245AD" w:rsidRPr="002F2EA0">
        <w:rPr>
          <w:rFonts w:ascii="Calibri" w:hAnsi="Calibri" w:cs="Calibri"/>
          <w:sz w:val="22"/>
          <w:szCs w:val="22"/>
          <w:lang w:val="en-GB" w:eastAsia="ko-KR"/>
        </w:rPr>
        <w:t>Quotation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(RF</w:t>
      </w:r>
      <w:r w:rsidR="00D245AD" w:rsidRPr="002F2EA0">
        <w:rPr>
          <w:rFonts w:ascii="Calibri" w:hAnsi="Calibri" w:cs="Calibri"/>
          <w:sz w:val="22"/>
          <w:szCs w:val="22"/>
          <w:lang w:val="en-GB" w:eastAsia="ko-KR"/>
        </w:rPr>
        <w:t>Q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) </w:t>
      </w:r>
      <w:r w:rsidR="000C3FF0" w:rsidRPr="002F2EA0">
        <w:rPr>
          <w:rFonts w:ascii="Calibri" w:hAnsi="Calibri" w:cs="Calibri"/>
          <w:sz w:val="22"/>
          <w:szCs w:val="22"/>
          <w:lang w:val="en-GB" w:eastAsia="ko-KR"/>
        </w:rPr>
        <w:t>as below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>.</w:t>
      </w:r>
    </w:p>
    <w:p w14:paraId="0AD7A804" w14:textId="581D6281" w:rsidR="000C3FF0" w:rsidRPr="002F2EA0" w:rsidRDefault="000C3FF0" w:rsidP="000C3FF0">
      <w:pPr>
        <w:pStyle w:val="Heading2"/>
        <w:tabs>
          <w:tab w:val="left" w:pos="2835"/>
        </w:tabs>
        <w:rPr>
          <w:b w:val="0"/>
          <w:bCs/>
          <w:sz w:val="22"/>
          <w:szCs w:val="22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2F2EA0">
        <w:rPr>
          <w:sz w:val="22"/>
          <w:szCs w:val="22"/>
        </w:rPr>
        <w:t>Procurement No:</w:t>
      </w:r>
      <w:r w:rsidRPr="002F2EA0">
        <w:rPr>
          <w:sz w:val="22"/>
          <w:szCs w:val="22"/>
        </w:rPr>
        <w:tab/>
      </w:r>
      <w:bookmarkStart w:id="6" w:name="Number"/>
      <w:r w:rsidRPr="002F2EA0">
        <w:rPr>
          <w:rStyle w:val="Strong"/>
          <w:b/>
          <w:bCs w:val="0"/>
          <w:sz w:val="22"/>
          <w:szCs w:val="22"/>
        </w:rPr>
        <w:t>RF</w:t>
      </w:r>
      <w:r w:rsidR="00D245AD" w:rsidRPr="002F2EA0">
        <w:rPr>
          <w:rStyle w:val="Strong"/>
          <w:b/>
          <w:bCs w:val="0"/>
          <w:sz w:val="22"/>
          <w:szCs w:val="22"/>
        </w:rPr>
        <w:t>Q</w:t>
      </w:r>
      <w:r w:rsidRPr="002F2EA0">
        <w:rPr>
          <w:rStyle w:val="Strong"/>
          <w:b/>
          <w:bCs w:val="0"/>
          <w:sz w:val="22"/>
          <w:szCs w:val="22"/>
        </w:rPr>
        <w:t>-</w:t>
      </w:r>
      <w:bookmarkEnd w:id="2"/>
      <w:bookmarkEnd w:id="3"/>
      <w:bookmarkEnd w:id="4"/>
      <w:bookmarkEnd w:id="5"/>
      <w:bookmarkEnd w:id="6"/>
      <w:r w:rsidR="004C731E">
        <w:rPr>
          <w:rStyle w:val="Strong"/>
          <w:b/>
          <w:bCs w:val="0"/>
          <w:sz w:val="22"/>
          <w:szCs w:val="22"/>
        </w:rPr>
        <w:t>22-SS002-23</w:t>
      </w:r>
    </w:p>
    <w:p w14:paraId="63FF277A" w14:textId="585D3C79" w:rsidR="00741DDD" w:rsidRPr="002F2EA0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2"/>
          <w:szCs w:val="22"/>
          <w:lang w:val="en-GB" w:eastAsia="ko-KR"/>
        </w:rPr>
      </w:pPr>
      <w:r w:rsidRPr="002F2EA0">
        <w:rPr>
          <w:rFonts w:cs="Calibri"/>
          <w:sz w:val="22"/>
          <w:szCs w:val="22"/>
          <w:lang w:val="en-GB"/>
        </w:rPr>
        <w:t>Issue Date:</w:t>
      </w:r>
      <w:r w:rsidRPr="002F2EA0">
        <w:rPr>
          <w:rFonts w:cs="Calibri"/>
          <w:sz w:val="22"/>
          <w:szCs w:val="22"/>
          <w:lang w:val="en-GB"/>
        </w:rPr>
        <w:tab/>
      </w:r>
      <w:r w:rsidR="002F2EA0" w:rsidRPr="002F2EA0">
        <w:rPr>
          <w:rFonts w:cs="Calibri"/>
          <w:sz w:val="22"/>
          <w:szCs w:val="22"/>
        </w:rPr>
        <w:t>1</w:t>
      </w:r>
      <w:r w:rsidR="000076BB">
        <w:rPr>
          <w:rFonts w:cs="Calibri"/>
          <w:sz w:val="22"/>
          <w:szCs w:val="22"/>
        </w:rPr>
        <w:t>6</w:t>
      </w:r>
      <w:r w:rsidR="002F2EA0" w:rsidRPr="002F2EA0">
        <w:rPr>
          <w:rFonts w:cs="Calibri"/>
          <w:sz w:val="22"/>
          <w:szCs w:val="22"/>
          <w:vertAlign w:val="superscript"/>
        </w:rPr>
        <w:t>th</w:t>
      </w:r>
      <w:r w:rsidR="002F2EA0" w:rsidRPr="002F2EA0">
        <w:rPr>
          <w:rFonts w:cs="Calibri"/>
          <w:sz w:val="22"/>
          <w:szCs w:val="22"/>
        </w:rPr>
        <w:t xml:space="preserve"> February 2023</w:t>
      </w:r>
    </w:p>
    <w:p w14:paraId="4E9A6489" w14:textId="475256F1" w:rsidR="00741DDD" w:rsidRPr="002F2EA0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2"/>
          <w:szCs w:val="22"/>
          <w:lang w:val="en-GB"/>
        </w:rPr>
      </w:pPr>
      <w:r w:rsidRPr="002F2EA0">
        <w:rPr>
          <w:rFonts w:cs="Calibri"/>
          <w:sz w:val="22"/>
          <w:szCs w:val="22"/>
          <w:lang w:val="en-GB"/>
        </w:rPr>
        <w:t>RFQ Closing Date:</w:t>
      </w:r>
      <w:r w:rsidRPr="002F2EA0">
        <w:rPr>
          <w:rFonts w:cs="Calibri"/>
          <w:sz w:val="22"/>
          <w:szCs w:val="22"/>
          <w:lang w:val="en-GB"/>
        </w:rPr>
        <w:tab/>
      </w:r>
      <w:r w:rsidR="00A718CE">
        <w:rPr>
          <w:rFonts w:cs="Calibri"/>
          <w:color w:val="FF0000"/>
          <w:sz w:val="22"/>
          <w:szCs w:val="22"/>
        </w:rPr>
        <w:t>13</w:t>
      </w:r>
      <w:r w:rsidR="00A718CE" w:rsidRPr="00A718CE">
        <w:rPr>
          <w:rFonts w:cs="Calibri"/>
          <w:color w:val="FF0000"/>
          <w:sz w:val="22"/>
          <w:szCs w:val="22"/>
          <w:vertAlign w:val="superscript"/>
        </w:rPr>
        <w:t>th</w:t>
      </w:r>
      <w:r w:rsidR="00A718CE">
        <w:rPr>
          <w:rFonts w:cs="Calibri"/>
          <w:color w:val="FF0000"/>
          <w:sz w:val="22"/>
          <w:szCs w:val="22"/>
        </w:rPr>
        <w:t xml:space="preserve"> </w:t>
      </w:r>
      <w:r w:rsidR="002F2EA0" w:rsidRPr="002F2EA0">
        <w:rPr>
          <w:rFonts w:cs="Calibri"/>
          <w:color w:val="FF0000"/>
          <w:sz w:val="22"/>
          <w:szCs w:val="22"/>
        </w:rPr>
        <w:t>March</w:t>
      </w:r>
      <w:r w:rsidR="002F2EA0" w:rsidRPr="002F2EA0">
        <w:rPr>
          <w:rFonts w:cs="Calibri"/>
          <w:sz w:val="22"/>
          <w:szCs w:val="22"/>
        </w:rPr>
        <w:t xml:space="preserve"> </w:t>
      </w:r>
      <w:r w:rsidR="002F2EA0" w:rsidRPr="002F2EA0">
        <w:rPr>
          <w:rFonts w:cs="Calibri"/>
          <w:color w:val="FF0000"/>
          <w:sz w:val="22"/>
          <w:szCs w:val="22"/>
        </w:rPr>
        <w:t>2023 – 17h00 UTC+12 (Tarawa Time)</w:t>
      </w:r>
      <w:r w:rsidR="002F2EA0" w:rsidRPr="002F2EA0">
        <w:rPr>
          <w:rFonts w:cs="Calibri"/>
          <w:sz w:val="22"/>
          <w:szCs w:val="22"/>
        </w:rPr>
        <w:t>*</w:t>
      </w:r>
    </w:p>
    <w:p w14:paraId="140FC738" w14:textId="0A95FD00" w:rsidR="00741DDD" w:rsidRPr="002F2EA0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2"/>
          <w:szCs w:val="22"/>
          <w:lang w:val="en-GB" w:eastAsia="ko-KR"/>
        </w:rPr>
      </w:pPr>
      <w:r w:rsidRPr="002F2EA0">
        <w:rPr>
          <w:rFonts w:cs="Calibri"/>
          <w:sz w:val="22"/>
          <w:szCs w:val="22"/>
          <w:lang w:val="en-GB"/>
        </w:rPr>
        <w:t xml:space="preserve">Procurement </w:t>
      </w:r>
      <w:r w:rsidR="00741DDD" w:rsidRPr="002F2EA0">
        <w:rPr>
          <w:rFonts w:cs="Calibri"/>
          <w:sz w:val="22"/>
          <w:szCs w:val="22"/>
          <w:lang w:val="en-GB"/>
        </w:rPr>
        <w:t>Title:</w:t>
      </w:r>
      <w:r w:rsidR="00741DDD" w:rsidRPr="002F2EA0">
        <w:rPr>
          <w:rFonts w:cs="Calibri"/>
          <w:sz w:val="22"/>
          <w:szCs w:val="22"/>
          <w:lang w:val="en-GB"/>
        </w:rPr>
        <w:tab/>
        <w:t xml:space="preserve">Request for Quotation (RFQ) for </w:t>
      </w:r>
      <w:r w:rsidR="007F6CE9" w:rsidRPr="002F2EA0">
        <w:rPr>
          <w:rFonts w:cs="Calibri"/>
          <w:sz w:val="22"/>
          <w:szCs w:val="22"/>
          <w:lang w:val="en-GB"/>
        </w:rPr>
        <w:t>Maintenance and repair to Cooling systems</w:t>
      </w:r>
    </w:p>
    <w:p w14:paraId="08481A19" w14:textId="44A8A7B2" w:rsidR="000C3FF0" w:rsidRPr="002F2EA0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This RF</w:t>
      </w:r>
      <w:r w:rsidR="00D245AD" w:rsidRPr="002F2EA0">
        <w:rPr>
          <w:rFonts w:ascii="Calibri" w:hAnsi="Calibri" w:cs="Calibri"/>
          <w:sz w:val="22"/>
          <w:szCs w:val="22"/>
          <w:lang w:val="en-GB"/>
        </w:rPr>
        <w:t>Q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consists of </w:t>
      </w: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the following </w:t>
      </w:r>
      <w:r w:rsidR="009B4E9B" w:rsidRPr="002F2EA0">
        <w:rPr>
          <w:rFonts w:ascii="Calibri" w:hAnsi="Calibri" w:cs="Calibri"/>
          <w:sz w:val="22"/>
          <w:szCs w:val="22"/>
          <w:lang w:val="en-GB"/>
        </w:rPr>
        <w:t>documents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, </w:t>
      </w:r>
      <w:r w:rsidR="0063524A" w:rsidRPr="002F2EA0">
        <w:rPr>
          <w:rFonts w:ascii="Calibri" w:hAnsi="Calibri" w:cs="Calibri"/>
          <w:sz w:val="22"/>
          <w:szCs w:val="22"/>
          <w:lang w:val="en-GB"/>
        </w:rPr>
        <w:t xml:space="preserve">in addition to </w:t>
      </w:r>
      <w:r w:rsidRPr="002F2EA0">
        <w:rPr>
          <w:rFonts w:ascii="Calibri" w:hAnsi="Calibri" w:cs="Calibri"/>
          <w:sz w:val="22"/>
          <w:szCs w:val="22"/>
          <w:lang w:val="en-GB"/>
        </w:rPr>
        <w:t>this letter, in separate files</w:t>
      </w:r>
      <w:r w:rsidRPr="002F2EA0">
        <w:rPr>
          <w:rFonts w:ascii="Calibri" w:hAnsi="Calibri" w:cs="Calibri"/>
          <w:sz w:val="22"/>
          <w:szCs w:val="22"/>
          <w:lang w:val="en-GB" w:eastAsia="ko-KR"/>
        </w:rPr>
        <w:t>:</w:t>
      </w:r>
    </w:p>
    <w:p w14:paraId="2D9C04C7" w14:textId="15363E3E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Instructions on how to submit the </w:t>
      </w:r>
      <w:r w:rsidR="0063524A" w:rsidRPr="002F2EA0">
        <w:rPr>
          <w:rFonts w:ascii="Calibri" w:hAnsi="Calibri" w:cs="Calibri"/>
          <w:b/>
          <w:sz w:val="22"/>
          <w:szCs w:val="22"/>
          <w:lang w:val="en-GB"/>
        </w:rPr>
        <w:t>Quotation</w:t>
      </w:r>
    </w:p>
    <w:p w14:paraId="435B7B19" w14:textId="77777777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Time Schedule for the RFQ/procurement process</w:t>
      </w:r>
    </w:p>
    <w:p w14:paraId="511DD439" w14:textId="20E93D98" w:rsidR="000C3FF0" w:rsidRPr="002F2EA0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Specification of</w:t>
      </w:r>
      <w:r w:rsidR="005C3373" w:rsidRPr="002F2EA0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="00560427" w:rsidRPr="002F2EA0">
        <w:rPr>
          <w:rFonts w:ascii="Calibri" w:hAnsi="Calibri" w:cs="Calibri"/>
          <w:b/>
          <w:sz w:val="22"/>
          <w:szCs w:val="22"/>
          <w:lang w:val="en-GB"/>
        </w:rPr>
        <w:t>Services to be provided</w:t>
      </w:r>
    </w:p>
    <w:p w14:paraId="601E1C68" w14:textId="57189F39" w:rsidR="002C506D" w:rsidRPr="002F2EA0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Evaluation Criteria and Method</w:t>
      </w:r>
    </w:p>
    <w:p w14:paraId="700F1DB1" w14:textId="60BD6DED" w:rsidR="00C352B1" w:rsidRPr="002F2EA0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Specific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 xml:space="preserve">Contract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>Conditions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 xml:space="preserve"> for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the provision 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>of Standard Services</w:t>
      </w:r>
    </w:p>
    <w:p w14:paraId="0EF306BD" w14:textId="0623481B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General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Contract </w:t>
      </w: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Conditions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>for the provision of Standard Services</w:t>
      </w:r>
      <w:r w:rsidR="005C3373" w:rsidRPr="002F2EA0" w:rsidDel="005C3373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4EE22C3E" w14:textId="31157314" w:rsidR="00C47324" w:rsidRPr="002F2EA0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Certificate of Compliance Form</w:t>
      </w:r>
    </w:p>
    <w:p w14:paraId="1EECA5A7" w14:textId="7C31A334" w:rsidR="004F3EF6" w:rsidRPr="002F2EA0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Availability of Financial Resources form</w:t>
      </w:r>
    </w:p>
    <w:p w14:paraId="42309A2A" w14:textId="1B190EF8" w:rsidR="00FD5E94" w:rsidRPr="002F2EA0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 xml:space="preserve">A </w:t>
      </w:r>
      <w:r w:rsidR="002C506D" w:rsidRPr="002F2EA0">
        <w:rPr>
          <w:rFonts w:ascii="Calibri" w:hAnsi="Calibri" w:cs="Calibri"/>
          <w:sz w:val="22"/>
          <w:szCs w:val="22"/>
          <w:lang w:val="en-GB"/>
        </w:rPr>
        <w:t>Service Provider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will be selected based </w:t>
      </w:r>
      <w:r w:rsidR="00233749" w:rsidRPr="002F2EA0">
        <w:rPr>
          <w:rFonts w:ascii="Calibri" w:hAnsi="Calibri" w:cs="Calibri"/>
          <w:sz w:val="22"/>
          <w:szCs w:val="22"/>
          <w:lang w:val="en-GB"/>
        </w:rPr>
        <w:t>on the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competitive procurement procedure described in this RF</w:t>
      </w:r>
      <w:r w:rsidR="00D245AD" w:rsidRPr="002F2EA0">
        <w:rPr>
          <w:rFonts w:ascii="Calibri" w:hAnsi="Calibri" w:cs="Calibri"/>
          <w:sz w:val="22"/>
          <w:szCs w:val="22"/>
          <w:lang w:val="en-GB"/>
        </w:rPr>
        <w:t>Q</w:t>
      </w:r>
      <w:r w:rsidRPr="002F2EA0">
        <w:rPr>
          <w:rFonts w:ascii="Calibri" w:hAnsi="Calibri" w:cs="Calibri"/>
          <w:sz w:val="22"/>
          <w:szCs w:val="22"/>
          <w:lang w:val="en-GB"/>
        </w:rPr>
        <w:t>.</w:t>
      </w:r>
    </w:p>
    <w:p w14:paraId="6ADD2DD0" w14:textId="22670383" w:rsidR="00FD5E94" w:rsidRPr="002F2EA0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Sincerely,</w:t>
      </w:r>
      <w:r w:rsidR="002F2EA0" w:rsidRPr="002F2EA0">
        <w:rPr>
          <w:rFonts w:ascii="Calibri" w:hAnsi="Calibri" w:cs="Calibri"/>
          <w:noProof/>
          <w:sz w:val="22"/>
          <w:szCs w:val="22"/>
          <w:lang w:val="en-AU" w:eastAsia="en-AU"/>
        </w:rPr>
        <w:t xml:space="preserve"> </w:t>
      </w:r>
    </w:p>
    <w:p w14:paraId="395C97D6" w14:textId="5A597684" w:rsidR="00FD5E94" w:rsidRPr="002F2EA0" w:rsidRDefault="002F2EA0" w:rsidP="002F2EA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noProof/>
          <w:sz w:val="22"/>
          <w:szCs w:val="22"/>
          <w:lang w:val="en-AU" w:eastAsia="en-AU"/>
        </w:rPr>
        <w:drawing>
          <wp:inline distT="0" distB="0" distL="0" distR="0" wp14:anchorId="60E1D23B" wp14:editId="524B07C9">
            <wp:extent cx="919522" cy="4883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579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965" cy="56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EE4B7" w14:textId="5D3FC926" w:rsidR="002F2EA0" w:rsidRPr="002F2EA0" w:rsidRDefault="002F2EA0" w:rsidP="002F2EA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>For Secretary, MHMS</w:t>
      </w:r>
    </w:p>
    <w:p w14:paraId="5A7C3FF2" w14:textId="385EC882" w:rsidR="002C506D" w:rsidRPr="002F2EA0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Official email address: </w:t>
      </w:r>
      <w:hyperlink r:id="rId12" w:history="1">
        <w:r w:rsidR="00CF1FCF" w:rsidRPr="002F2EA0">
          <w:rPr>
            <w:rStyle w:val="Hyperlink"/>
            <w:rFonts w:ascii="Calibri" w:hAnsi="Calibri" w:cs="Calibri"/>
            <w:sz w:val="22"/>
            <w:szCs w:val="22"/>
            <w:lang w:val="en-GB" w:eastAsia="ko-KR"/>
          </w:rPr>
          <w:t>procurement@mfep.gov.ki</w:t>
        </w:r>
      </w:hyperlink>
      <w:r w:rsidR="002F2EA0" w:rsidRPr="002F2EA0">
        <w:rPr>
          <w:rStyle w:val="Hyperlink"/>
          <w:rFonts w:ascii="Calibri" w:hAnsi="Calibri" w:cs="Calibri"/>
          <w:sz w:val="22"/>
          <w:szCs w:val="22"/>
          <w:lang w:val="en-GB" w:eastAsia="ko-KR"/>
        </w:rPr>
        <w:t xml:space="preserve"> (copy to as@mhms.gov.ki)</w:t>
      </w:r>
    </w:p>
    <w:p w14:paraId="7DE98D9E" w14:textId="1FDB6016" w:rsidR="008857C5" w:rsidRPr="002F2EA0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</w:pPr>
      <w:r w:rsidRPr="002F2EA0">
        <w:rPr>
          <w:i/>
          <w:color w:val="FF0000"/>
          <w:sz w:val="22"/>
          <w:szCs w:val="22"/>
          <w:lang w:val="en-GB" w:eastAsia="ko-KR"/>
        </w:rPr>
        <w:t>*</w:t>
      </w:r>
      <w:r w:rsidRPr="002F2EA0"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  <w:t xml:space="preserve"> Please note that late submissions</w:t>
      </w:r>
      <w:hyperlink r:id="rId13" w:history="1"/>
      <w:r w:rsidRPr="002F2EA0"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  <w:t xml:space="preserve"> will not be considered</w:t>
      </w:r>
    </w:p>
    <w:sectPr w:rsidR="008857C5" w:rsidRPr="002F2EA0" w:rsidSect="00C352B1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130AE" w14:textId="77777777" w:rsidR="00F53D57" w:rsidRDefault="00F53D57">
      <w:r>
        <w:separator/>
      </w:r>
    </w:p>
  </w:endnote>
  <w:endnote w:type="continuationSeparator" w:id="0">
    <w:p w14:paraId="699D95BA" w14:textId="77777777" w:rsidR="00F53D57" w:rsidRDefault="00F5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80C83" w:rsidRPr="00E80C8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80C83" w:rsidRPr="00E80C8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6CB069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076BB">
      <w:rPr>
        <w:noProof/>
      </w:rPr>
      <w:t>2023-02-16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4ED83" w14:textId="77777777" w:rsidR="00F53D57" w:rsidRDefault="00F53D57">
      <w:r>
        <w:separator/>
      </w:r>
    </w:p>
  </w:footnote>
  <w:footnote w:type="continuationSeparator" w:id="0">
    <w:p w14:paraId="791E298A" w14:textId="77777777" w:rsidR="00F53D57" w:rsidRDefault="00F5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9C872" w14:textId="326DEDDE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2F2EA0">
      <w:rPr>
        <w:rStyle w:val="Strong"/>
        <w:rFonts w:asciiTheme="minorHAnsi" w:hAnsiTheme="minorHAnsi" w:cstheme="minorHAnsi"/>
        <w:szCs w:val="24"/>
      </w:rPr>
      <w:t>2201-289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76BB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3F56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A5B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61B4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2EA0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E5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0BC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0834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31E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016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156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BF7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6CE9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7D55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26D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8C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271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C83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D57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8E6082-D6A8-4E5E-9957-FB77E34F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Nauatara</cp:lastModifiedBy>
  <cp:revision>7</cp:revision>
  <cp:lastPrinted>2013-10-18T08:32:00Z</cp:lastPrinted>
  <dcterms:created xsi:type="dcterms:W3CDTF">2023-02-13T21:43:00Z</dcterms:created>
  <dcterms:modified xsi:type="dcterms:W3CDTF">2023-02-16T05:06:00Z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